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F49" w:rsidRPr="00122970" w:rsidRDefault="00F04F49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F04F49" w:rsidRDefault="00F04F49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F04F49" w:rsidRPr="00371B2B" w:rsidRDefault="00F04F49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F04F49" w:rsidRPr="00371B2B" w:rsidRDefault="00F04F49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F04F49" w:rsidRDefault="00F04F49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F04F49" w:rsidRPr="00371B2B" w:rsidRDefault="00F04F49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F04F49" w:rsidRPr="00371B2B" w:rsidRDefault="00F04F49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F04F49" w:rsidRDefault="00F04F49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F04F49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F44F42">
        <w:rPr>
          <w:rFonts w:eastAsia="Calibri" w:cs="Times New Roman"/>
          <w:b/>
          <w:noProof/>
          <w:szCs w:val="24"/>
          <w:lang w:eastAsia="en-US"/>
        </w:rPr>
        <w:t>Stowarzyszenie "Szkoła dla Wszystkich"</w:t>
      </w:r>
    </w:p>
    <w:p w:rsidR="00F04F49" w:rsidRPr="00371B2B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F04F49" w:rsidRDefault="00F04F49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F04F49" w:rsidRPr="00122970" w:rsidRDefault="00F04F49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F04F49" w:rsidRPr="00371B2B" w:rsidRDefault="00F04F49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F04F49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F04F49" w:rsidRPr="00122970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F04F49" w:rsidRPr="00F36C31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F04F49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F04F49" w:rsidRPr="00122970" w:rsidRDefault="00F04F49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F04F49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Kościuszki 2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39-310 Radomyśl Wielki</w:t>
      </w:r>
    </w:p>
    <w:p w:rsidR="00F04F49" w:rsidRPr="00F36C31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F04F49" w:rsidRPr="00F36C31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F04F49" w:rsidRPr="00122970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F04F49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sekretariat@zsradomysl.pl</w:t>
      </w:r>
    </w:p>
    <w:p w:rsidR="00F04F49" w:rsidRPr="00F36C31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F04F49" w:rsidRPr="007D3844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F04F49" w:rsidRPr="00122970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F04F49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681-96-83</w:t>
      </w:r>
    </w:p>
    <w:p w:rsidR="00F04F49" w:rsidRPr="00F36C31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F04F49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F04F49" w:rsidRPr="00122970" w:rsidRDefault="00F04F4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F04F49" w:rsidRPr="00371B2B" w:rsidRDefault="00F04F49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8172181138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F04F49" w:rsidRDefault="00F04F49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F04F49" w:rsidRDefault="00F04F49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F04F49" w:rsidRPr="00371B2B" w:rsidTr="006A1006">
        <w:tc>
          <w:tcPr>
            <w:tcW w:w="421" w:type="dxa"/>
          </w:tcPr>
          <w:p w:rsidR="00F04F49" w:rsidRPr="006930BA" w:rsidRDefault="00F04F49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F04F49" w:rsidRPr="00371B2B" w:rsidRDefault="00F04F49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F04F49" w:rsidRDefault="00F04F49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F04F49" w:rsidRPr="00371B2B" w:rsidRDefault="00F04F49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F04F49" w:rsidRPr="00371B2B" w:rsidRDefault="00F04F49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F04F49" w:rsidRPr="00371B2B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F04F49" w:rsidRDefault="00F04F49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F04F49" w:rsidRPr="00371B2B" w:rsidRDefault="00F04F49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F04F49" w:rsidRPr="00371B2B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F04F49" w:rsidRDefault="00F04F49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F04F49" w:rsidRDefault="00F04F49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F04F49" w:rsidRPr="00371B2B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F04F49" w:rsidRPr="00371B2B" w:rsidRDefault="00F04F49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Pr="009C5635" w:rsidRDefault="00F04F49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F04F49" w:rsidRPr="009C5635" w:rsidRDefault="00F04F49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9C5635" w:rsidTr="006A1006">
        <w:tc>
          <w:tcPr>
            <w:tcW w:w="421" w:type="dxa"/>
          </w:tcPr>
          <w:p w:rsidR="00F04F49" w:rsidRPr="009C5635" w:rsidRDefault="00F04F4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Pr="009C5635" w:rsidRDefault="00F04F49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F04F49" w:rsidRPr="009C5635" w:rsidRDefault="00F04F49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9C5635" w:rsidTr="006A1006">
        <w:tc>
          <w:tcPr>
            <w:tcW w:w="421" w:type="dxa"/>
          </w:tcPr>
          <w:p w:rsidR="00F04F49" w:rsidRPr="009C5635" w:rsidRDefault="00F04F4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Pr="009C5635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F04F49" w:rsidRPr="009C5635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9C5635" w:rsidTr="006A1006">
        <w:tc>
          <w:tcPr>
            <w:tcW w:w="421" w:type="dxa"/>
          </w:tcPr>
          <w:p w:rsidR="00F04F49" w:rsidRPr="009C5635" w:rsidRDefault="00F04F4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Pr="009C5635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F04F49" w:rsidRPr="009C5635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9C5635" w:rsidTr="006A1006">
        <w:tc>
          <w:tcPr>
            <w:tcW w:w="421" w:type="dxa"/>
          </w:tcPr>
          <w:p w:rsidR="00F04F49" w:rsidRPr="009C5635" w:rsidRDefault="00F04F4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F04F49" w:rsidRPr="00371B2B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F04F49" w:rsidRDefault="00F04F49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F04F49" w:rsidRPr="00371B2B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Pr="00371B2B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F04F49" w:rsidRPr="00371B2B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04F49" w:rsidRDefault="00F04F49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04F49" w:rsidRDefault="00F04F49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04F49" w:rsidRDefault="00F04F49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04F49" w:rsidRDefault="00F04F49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F04F49" w:rsidRPr="008611E1" w:rsidRDefault="00F04F4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Default="00F04F49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F04F49" w:rsidRPr="008611E1" w:rsidRDefault="00F04F49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04F49" w:rsidRPr="00371B2B" w:rsidTr="006A1006">
        <w:tc>
          <w:tcPr>
            <w:tcW w:w="421" w:type="dxa"/>
          </w:tcPr>
          <w:p w:rsidR="00F04F49" w:rsidRPr="00371B2B" w:rsidRDefault="00F04F4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04F49" w:rsidRPr="00763E28" w:rsidRDefault="00F04F49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F04F49" w:rsidRPr="00371B2B" w:rsidRDefault="00F04F49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F04F49" w:rsidRPr="009C5635" w:rsidRDefault="00F04F49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F04F49" w:rsidRPr="00AD7837" w:rsidTr="00617577">
        <w:trPr>
          <w:trHeight w:val="413"/>
        </w:trPr>
        <w:tc>
          <w:tcPr>
            <w:tcW w:w="534" w:type="dxa"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F04F49" w:rsidRPr="00AD7837" w:rsidRDefault="00F04F49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F04F49" w:rsidRPr="00AD7837" w:rsidTr="00617577">
        <w:trPr>
          <w:trHeight w:val="559"/>
        </w:trPr>
        <w:tc>
          <w:tcPr>
            <w:tcW w:w="534" w:type="dxa"/>
            <w:vMerge w:val="restart"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F04F49" w:rsidRPr="00AD7837" w:rsidRDefault="00F04F49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F04F49" w:rsidRPr="00AD7837" w:rsidRDefault="00F04F49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F04F49" w:rsidRPr="00A33AEA" w:rsidRDefault="00F04F49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F04F49" w:rsidRPr="00AD7837" w:rsidTr="00617577">
        <w:trPr>
          <w:trHeight w:val="318"/>
        </w:trPr>
        <w:tc>
          <w:tcPr>
            <w:tcW w:w="534" w:type="dxa"/>
            <w:vMerge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04F49" w:rsidRPr="00AD7837" w:rsidRDefault="00F04F49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F04F49" w:rsidRPr="00AD7837" w:rsidRDefault="00F04F49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F04F49" w:rsidRPr="00AD7837" w:rsidTr="00617577">
        <w:trPr>
          <w:trHeight w:val="962"/>
        </w:trPr>
        <w:tc>
          <w:tcPr>
            <w:tcW w:w="534" w:type="dxa"/>
            <w:vMerge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F04F49" w:rsidRPr="00AD7837" w:rsidRDefault="00F04F4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F04F49" w:rsidRPr="00AD7837" w:rsidRDefault="00F04F49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F04F49" w:rsidRPr="00AD7837" w:rsidRDefault="00F04F49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F04F49" w:rsidRPr="00AD7837" w:rsidTr="00617577">
        <w:trPr>
          <w:trHeight w:val="408"/>
        </w:trPr>
        <w:tc>
          <w:tcPr>
            <w:tcW w:w="534" w:type="dxa"/>
            <w:vAlign w:val="center"/>
          </w:tcPr>
          <w:p w:rsidR="00F04F49" w:rsidRPr="00412B9E" w:rsidRDefault="00F04F49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F04F49" w:rsidRPr="00412B9E" w:rsidRDefault="00F04F49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8018590365500019366925</w:t>
            </w:r>
          </w:p>
        </w:tc>
        <w:tc>
          <w:tcPr>
            <w:tcW w:w="1701" w:type="dxa"/>
            <w:vAlign w:val="center"/>
          </w:tcPr>
          <w:p w:rsidR="00F04F49" w:rsidRDefault="00F04F49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Radomyśl Wielki</w:t>
            </w:r>
          </w:p>
          <w:p w:rsidR="00F04F49" w:rsidRDefault="00F04F49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Kościuszki 4</w:t>
            </w:r>
          </w:p>
          <w:p w:rsidR="00F04F49" w:rsidRPr="00412B9E" w:rsidRDefault="00F04F49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39-310 Radomyśl Wielk</w:t>
            </w:r>
            <w:r w:rsidR="0098001A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075" w:type="dxa"/>
            <w:vAlign w:val="center"/>
          </w:tcPr>
          <w:p w:rsidR="00F04F49" w:rsidRPr="00412B9E" w:rsidRDefault="00F04F49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F04F49" w:rsidRPr="00412B9E" w:rsidRDefault="00F04F49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F04F49" w:rsidRPr="00412B9E" w:rsidRDefault="00F04F49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04F49" w:rsidRPr="00412B9E" w:rsidRDefault="00F04F49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F04F49" w:rsidRPr="00412B9E" w:rsidRDefault="00AA0D20" w:rsidP="00AA0D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F04F49" w:rsidRPr="008611E1" w:rsidRDefault="00F04F49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F04F49" w:rsidRPr="008611E1" w:rsidRDefault="00F04F49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F04F49" w:rsidRDefault="00F04F49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F04F49" w:rsidRDefault="00F04F49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F04F49" w:rsidRPr="004760F6" w:rsidTr="002C13B3">
        <w:trPr>
          <w:trHeight w:val="309"/>
        </w:trPr>
        <w:tc>
          <w:tcPr>
            <w:tcW w:w="2694" w:type="dxa"/>
          </w:tcPr>
          <w:p w:rsidR="00F04F49" w:rsidRPr="004760F6" w:rsidRDefault="00F04F49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F04F49" w:rsidRPr="004760F6" w:rsidRDefault="00F04F49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F04F49" w:rsidRPr="004760F6" w:rsidRDefault="00F04F49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F04F49" w:rsidRPr="004760F6" w:rsidTr="002C13B3">
        <w:trPr>
          <w:trHeight w:val="689"/>
        </w:trPr>
        <w:tc>
          <w:tcPr>
            <w:tcW w:w="2694" w:type="dxa"/>
          </w:tcPr>
          <w:p w:rsidR="00F04F49" w:rsidRPr="004760F6" w:rsidRDefault="00F04F49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F04F49" w:rsidRPr="004760F6" w:rsidRDefault="00F04F49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F04F49" w:rsidRPr="004760F6" w:rsidRDefault="00F04F49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F04F49" w:rsidRPr="00B63457" w:rsidRDefault="00F04F49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F04F49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DDB" w:rsidRDefault="000C4DDB">
      <w:r>
        <w:separator/>
      </w:r>
    </w:p>
  </w:endnote>
  <w:endnote w:type="continuationSeparator" w:id="0">
    <w:p w:rsidR="000C4DDB" w:rsidRDefault="000C4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DDB" w:rsidRDefault="000C4DDB">
      <w:r>
        <w:separator/>
      </w:r>
    </w:p>
  </w:footnote>
  <w:footnote w:type="continuationSeparator" w:id="0">
    <w:p w:rsidR="000C4DDB" w:rsidRDefault="000C4DDB">
      <w:r>
        <w:continuationSeparator/>
      </w:r>
    </w:p>
  </w:footnote>
  <w:footnote w:id="1">
    <w:p w:rsidR="00F04F49" w:rsidRPr="00EF7F64" w:rsidRDefault="00F04F49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F04F49" w:rsidRPr="00EF7F64" w:rsidRDefault="00F04F49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F04F49" w:rsidRPr="00EF7F64" w:rsidRDefault="00F04F49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F04F49" w:rsidRDefault="00F04F49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F04F49" w:rsidRPr="00822183" w:rsidRDefault="00F04F49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F04F49" w:rsidRDefault="00F04F49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F04F49" w:rsidRPr="00D23820" w:rsidRDefault="00F04F49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F04F49" w:rsidRPr="008611E1" w:rsidRDefault="00F04F49">
      <w:pPr>
        <w:pStyle w:val="Tekstprzypisudolnego"/>
        <w:rPr>
          <w:sz w:val="2"/>
          <w:szCs w:val="2"/>
        </w:rPr>
      </w:pPr>
    </w:p>
  </w:footnote>
  <w:footnote w:id="9">
    <w:p w:rsidR="00F04F49" w:rsidRPr="008611E1" w:rsidRDefault="00F04F49" w:rsidP="00CD0317">
      <w:pPr>
        <w:pStyle w:val="Tekstprzypisudolnego"/>
        <w:rPr>
          <w:sz w:val="2"/>
          <w:szCs w:val="2"/>
        </w:rPr>
      </w:pPr>
    </w:p>
  </w:footnote>
  <w:footnote w:id="10">
    <w:p w:rsidR="00F04F49" w:rsidRPr="008611E1" w:rsidRDefault="00F04F49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75" w:rsidRPr="00122970" w:rsidRDefault="00D55C75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AA0D20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C4DDB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1F7D72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47B03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01A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0D20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04F49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EE078AC-C27D-4F99-B08A-D681F4D5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3</TotalTime>
  <Pages>5</Pages>
  <Words>1142</Words>
  <Characters>6854</Characters>
  <Application>Microsoft Office Word</Application>
  <DocSecurity>0</DocSecurity>
  <Lines>57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7981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2022-07-03T12:02:00Z</dcterms:created>
  <dcterms:modified xsi:type="dcterms:W3CDTF">2022-08-09T12:33:00Z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